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BF1A1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1585B7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5B8C05E" w14:textId="4CFEB7C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9477D">
        <w:rPr>
          <w:rFonts w:ascii="Corbel" w:hAnsi="Corbel"/>
          <w:i/>
          <w:smallCaps/>
          <w:sz w:val="24"/>
          <w:szCs w:val="24"/>
        </w:rPr>
        <w:t xml:space="preserve">2019 – 2024 </w:t>
      </w:r>
    </w:p>
    <w:p w14:paraId="1BB8801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0178139" w14:textId="08A8EB2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F515E8">
        <w:rPr>
          <w:rFonts w:ascii="Corbel" w:hAnsi="Corbel"/>
          <w:sz w:val="20"/>
          <w:szCs w:val="20"/>
        </w:rPr>
        <w:t>2021/2022</w:t>
      </w:r>
    </w:p>
    <w:p w14:paraId="70C5336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85121F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FC58F26" w14:textId="77777777" w:rsidTr="005D173B">
        <w:tc>
          <w:tcPr>
            <w:tcW w:w="2694" w:type="dxa"/>
            <w:vAlign w:val="center"/>
          </w:tcPr>
          <w:p w14:paraId="3B91328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C4C8CE2" w14:textId="36330F75" w:rsidR="0085747A" w:rsidRPr="009C54AE" w:rsidRDefault="005D1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Teorie wsparcia rozwoju dziecka</w:t>
            </w:r>
          </w:p>
        </w:tc>
      </w:tr>
      <w:tr w:rsidR="0085747A" w:rsidRPr="009C54AE" w14:paraId="092C5A55" w14:textId="77777777" w:rsidTr="005D173B">
        <w:tc>
          <w:tcPr>
            <w:tcW w:w="2694" w:type="dxa"/>
            <w:vAlign w:val="center"/>
          </w:tcPr>
          <w:p w14:paraId="49115E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A63291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015740E6" w14:textId="77777777" w:rsidTr="005D173B">
        <w:tc>
          <w:tcPr>
            <w:tcW w:w="2694" w:type="dxa"/>
            <w:vAlign w:val="center"/>
          </w:tcPr>
          <w:p w14:paraId="059235D7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55282D1B" w14:textId="08D3572F" w:rsidR="0085747A" w:rsidRPr="009C54AE" w:rsidRDefault="00254D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396966D" w14:textId="77777777" w:rsidTr="005D173B">
        <w:tc>
          <w:tcPr>
            <w:tcW w:w="2694" w:type="dxa"/>
            <w:vAlign w:val="center"/>
          </w:tcPr>
          <w:p w14:paraId="0B61741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34AFB3EF" w14:textId="4FD4DA00" w:rsidR="0085747A" w:rsidRPr="009C54AE" w:rsidRDefault="00254D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B2F1227" w14:textId="77777777" w:rsidTr="005D173B">
        <w:tc>
          <w:tcPr>
            <w:tcW w:w="2694" w:type="dxa"/>
            <w:vAlign w:val="center"/>
          </w:tcPr>
          <w:p w14:paraId="5315B77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32B3223" w14:textId="054E19CD" w:rsidR="0085747A" w:rsidRPr="009C54AE" w:rsidRDefault="003A5D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705B0F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5D173B" w:rsidRPr="009C54AE" w14:paraId="4E028DAF" w14:textId="77777777" w:rsidTr="005D173B">
        <w:tc>
          <w:tcPr>
            <w:tcW w:w="2694" w:type="dxa"/>
            <w:vAlign w:val="center"/>
          </w:tcPr>
          <w:p w14:paraId="47D826CE" w14:textId="77777777" w:rsidR="005D173B" w:rsidRPr="009C54AE" w:rsidRDefault="005D173B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A558600" w14:textId="6F7FBF33" w:rsidR="005D173B" w:rsidRPr="009C54AE" w:rsidRDefault="003A5D5D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705B0F" w:rsidRPr="00705B0F">
              <w:rPr>
                <w:rFonts w:ascii="Corbel" w:hAnsi="Corbel"/>
                <w:b w:val="0"/>
                <w:sz w:val="24"/>
                <w:szCs w:val="24"/>
              </w:rPr>
              <w:t>ednolite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 w:rsidR="00705B0F" w:rsidRPr="00705B0F"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5D173B" w:rsidRPr="009C54AE" w14:paraId="61CF4A9D" w14:textId="77777777" w:rsidTr="005D173B">
        <w:tc>
          <w:tcPr>
            <w:tcW w:w="2694" w:type="dxa"/>
            <w:vAlign w:val="center"/>
          </w:tcPr>
          <w:p w14:paraId="53024AB0" w14:textId="77777777" w:rsidR="005D173B" w:rsidRPr="009C54AE" w:rsidRDefault="005D173B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83328" w14:textId="5E6761A5" w:rsidR="005D173B" w:rsidRPr="009C54AE" w:rsidRDefault="003A5D5D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565F6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5D173B" w:rsidRPr="009C54AE" w14:paraId="3F76884A" w14:textId="77777777" w:rsidTr="005D173B">
        <w:tc>
          <w:tcPr>
            <w:tcW w:w="2694" w:type="dxa"/>
            <w:vAlign w:val="center"/>
          </w:tcPr>
          <w:p w14:paraId="686E5501" w14:textId="77777777" w:rsidR="005D173B" w:rsidRPr="009C54AE" w:rsidRDefault="005D173B" w:rsidP="005D173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BBFFDBF" w14:textId="5E3465C4" w:rsidR="005D173B" w:rsidRPr="009C54AE" w:rsidRDefault="003A5D5D" w:rsidP="005D17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132050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5D173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  <w:bookmarkStart w:id="0" w:name="_GoBack"/>
        <w:bookmarkEnd w:id="0"/>
      </w:tr>
      <w:tr w:rsidR="0085747A" w:rsidRPr="009C54AE" w14:paraId="37BE07A1" w14:textId="77777777" w:rsidTr="005D173B">
        <w:tc>
          <w:tcPr>
            <w:tcW w:w="2694" w:type="dxa"/>
            <w:vAlign w:val="center"/>
          </w:tcPr>
          <w:p w14:paraId="41575B1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F4F7EBD" w14:textId="745599B3" w:rsidR="0085747A" w:rsidRPr="009C54AE" w:rsidRDefault="003A5D5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D173B" w:rsidRPr="005D173B">
              <w:rPr>
                <w:rFonts w:ascii="Corbel" w:hAnsi="Corbel"/>
                <w:b w:val="0"/>
                <w:sz w:val="24"/>
                <w:szCs w:val="24"/>
              </w:rPr>
              <w:t xml:space="preserve">ok III, </w:t>
            </w:r>
            <w:proofErr w:type="spellStart"/>
            <w:r w:rsidR="005D173B" w:rsidRPr="005D173B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5D173B">
              <w:rPr>
                <w:rFonts w:ascii="Corbel" w:hAnsi="Corbel"/>
                <w:b w:val="0"/>
                <w:sz w:val="24"/>
                <w:szCs w:val="24"/>
              </w:rPr>
              <w:t xml:space="preserve"> 6</w:t>
            </w:r>
          </w:p>
        </w:tc>
      </w:tr>
      <w:tr w:rsidR="0085747A" w:rsidRPr="009C54AE" w14:paraId="53E75148" w14:textId="77777777" w:rsidTr="005D173B">
        <w:tc>
          <w:tcPr>
            <w:tcW w:w="2694" w:type="dxa"/>
            <w:vAlign w:val="center"/>
          </w:tcPr>
          <w:p w14:paraId="103785B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11188B" w14:textId="5540EC60" w:rsidR="0085747A" w:rsidRPr="009C54AE" w:rsidRDefault="00AD5A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C. Wspieranie rozwoju dzieci w wieku przedszkolnym i młodszym wieku szkolnym</w:t>
            </w:r>
          </w:p>
        </w:tc>
      </w:tr>
      <w:tr w:rsidR="00923D7D" w:rsidRPr="009C54AE" w14:paraId="03C3624E" w14:textId="77777777" w:rsidTr="005D173B">
        <w:tc>
          <w:tcPr>
            <w:tcW w:w="2694" w:type="dxa"/>
            <w:vAlign w:val="center"/>
          </w:tcPr>
          <w:p w14:paraId="6C26074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9F12920" w14:textId="71639828" w:rsidR="00923D7D" w:rsidRPr="009C54AE" w:rsidRDefault="005D1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978FB50" w14:textId="77777777" w:rsidTr="005D173B">
        <w:tc>
          <w:tcPr>
            <w:tcW w:w="2694" w:type="dxa"/>
            <w:vAlign w:val="center"/>
          </w:tcPr>
          <w:p w14:paraId="799F0E3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F169E9" w14:textId="0A8D5807" w:rsidR="0085747A" w:rsidRPr="009C54AE" w:rsidRDefault="005D17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Gosztyła</w:t>
            </w:r>
          </w:p>
        </w:tc>
      </w:tr>
      <w:tr w:rsidR="0085747A" w:rsidRPr="009C54AE" w14:paraId="7E193B47" w14:textId="77777777" w:rsidTr="005D173B">
        <w:tc>
          <w:tcPr>
            <w:tcW w:w="2694" w:type="dxa"/>
            <w:vAlign w:val="center"/>
          </w:tcPr>
          <w:p w14:paraId="314E2C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1F1EDD3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9040AC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B1D609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11019F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C1C6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ED3DB9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C2F7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16E6E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484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7B3B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66E6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79B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9F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D47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945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546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110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59B2AC0" w14:textId="77777777" w:rsidTr="003F097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C13CF" w14:textId="6B76A8A8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0D1E1" w14:textId="0F35D37D" w:rsidR="00015B8F" w:rsidRPr="009C54AE" w:rsidRDefault="001320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6AE0" w14:textId="762C79C0" w:rsidR="00015B8F" w:rsidRPr="009C54AE" w:rsidRDefault="001320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0C7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069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8EF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BEF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F17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3C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94C6" w14:textId="6B36BA17" w:rsidR="00015B8F" w:rsidRPr="009C54AE" w:rsidRDefault="005D173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DCE6D6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4711E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885D74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1A19AC2" w14:textId="24CA8A4E" w:rsidR="0085747A" w:rsidRPr="009C54AE" w:rsidRDefault="00BB1E3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B1E3A">
        <w:rPr>
          <w:rFonts w:ascii="MS Gothic" w:eastAsia="MS Gothic" w:hAnsi="MS Gothic" w:cs="MS Gothic" w:hint="eastAsia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FBAF2F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208F7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0AF12A" w14:textId="1AD55FA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E32E4D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egzamin</w:t>
      </w:r>
    </w:p>
    <w:p w14:paraId="2AAAE7E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8E3B8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68B1A3A" w14:textId="77777777" w:rsidTr="00745302">
        <w:tc>
          <w:tcPr>
            <w:tcW w:w="9670" w:type="dxa"/>
          </w:tcPr>
          <w:p w14:paraId="685A9821" w14:textId="2620BB3D" w:rsidR="00DB5934" w:rsidRPr="009C54AE" w:rsidRDefault="00DB593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59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Zaliczony przedmiot „Psychologia wychowawcza”</w:t>
            </w:r>
            <w:r w:rsidR="007A305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17A270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637BFB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6FEAFFF" w14:textId="77777777" w:rsidR="0085747A" w:rsidRDefault="0071620A" w:rsidP="0002388A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3B2A58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6FC3275" w14:textId="77777777" w:rsidTr="00E15B8F">
        <w:tc>
          <w:tcPr>
            <w:tcW w:w="843" w:type="dxa"/>
            <w:vAlign w:val="center"/>
          </w:tcPr>
          <w:p w14:paraId="6783ED8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B3B24B6" w14:textId="7B70C4ED" w:rsidR="0085747A" w:rsidRPr="009C54AE" w:rsidRDefault="00C339D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 xml:space="preserve">aznajomienie słuchaczy z podstawowymi koncepcjami i modelami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wspierania 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>ro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C339D3">
              <w:rPr>
                <w:rFonts w:ascii="Corbel" w:hAnsi="Corbel"/>
                <w:b w:val="0"/>
                <w:sz w:val="24"/>
                <w:szCs w:val="24"/>
              </w:rPr>
              <w:t xml:space="preserve">woju </w:t>
            </w:r>
            <w:r>
              <w:rPr>
                <w:rFonts w:ascii="Corbel" w:hAnsi="Corbel"/>
                <w:b w:val="0"/>
                <w:sz w:val="24"/>
                <w:szCs w:val="24"/>
              </w:rPr>
              <w:t>dziecka</w:t>
            </w:r>
          </w:p>
        </w:tc>
      </w:tr>
      <w:tr w:rsidR="0085747A" w:rsidRPr="009C54AE" w14:paraId="115807F5" w14:textId="77777777" w:rsidTr="00E15B8F">
        <w:tc>
          <w:tcPr>
            <w:tcW w:w="843" w:type="dxa"/>
            <w:vAlign w:val="center"/>
          </w:tcPr>
          <w:p w14:paraId="69B17956" w14:textId="22B089E5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E15B8F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888C0C4" w14:textId="5A7F55D2" w:rsidR="0085747A" w:rsidRPr="009C54AE" w:rsidRDefault="008F1B6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>rzygotowanie do kontaktu z dziećmi, w trakcie procesu nauczania i wychowania oraz do dostrzegania, rozumienia i rozwiązywania podstawowych problemów zwi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 xml:space="preserve">zanych z </w:t>
            </w:r>
            <w:r w:rsidR="00C339D3">
              <w:rPr>
                <w:rFonts w:ascii="Corbel" w:hAnsi="Corbel"/>
                <w:b w:val="0"/>
                <w:sz w:val="24"/>
                <w:szCs w:val="24"/>
              </w:rPr>
              <w:t xml:space="preserve">ich </w:t>
            </w:r>
            <w:r w:rsidR="00C339D3" w:rsidRPr="00C339D3">
              <w:rPr>
                <w:rFonts w:ascii="Corbel" w:hAnsi="Corbel"/>
                <w:b w:val="0"/>
                <w:sz w:val="24"/>
                <w:szCs w:val="24"/>
              </w:rPr>
              <w:t>funkcjonowaniem na danym etapie rozwoju</w:t>
            </w:r>
          </w:p>
        </w:tc>
      </w:tr>
    </w:tbl>
    <w:p w14:paraId="7935F2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B585C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FD9092A" w14:textId="3E27948E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A57420" w14:textId="77777777" w:rsidR="00393321" w:rsidRPr="009C54AE" w:rsidRDefault="00393321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DB16C02" w14:textId="77777777" w:rsidTr="0071620A">
        <w:tc>
          <w:tcPr>
            <w:tcW w:w="1701" w:type="dxa"/>
            <w:vAlign w:val="center"/>
          </w:tcPr>
          <w:p w14:paraId="0441781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EA99A9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B9BA9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4FEE914" w14:textId="77777777" w:rsidTr="005E6E85">
        <w:tc>
          <w:tcPr>
            <w:tcW w:w="1701" w:type="dxa"/>
          </w:tcPr>
          <w:p w14:paraId="6A894E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08669A8" w14:textId="0000306A" w:rsidR="0085747A" w:rsidRPr="0002388A" w:rsidRDefault="00D278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893">
              <w:rPr>
                <w:rFonts w:ascii="Corbel" w:hAnsi="Corbel"/>
                <w:b w:val="0"/>
                <w:smallCaps w:val="0"/>
                <w:szCs w:val="24"/>
              </w:rPr>
              <w:t>Scharakteryzuje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współczesne teorie wspierania rozwoju dziecka</w:t>
            </w:r>
          </w:p>
        </w:tc>
        <w:tc>
          <w:tcPr>
            <w:tcW w:w="1873" w:type="dxa"/>
          </w:tcPr>
          <w:p w14:paraId="2F901192" w14:textId="55009D39" w:rsidR="0085747A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PPiW.W03</w:t>
            </w:r>
          </w:p>
        </w:tc>
      </w:tr>
      <w:tr w:rsidR="0085747A" w:rsidRPr="009C54AE" w14:paraId="7268B15E" w14:textId="77777777" w:rsidTr="005E6E85">
        <w:tc>
          <w:tcPr>
            <w:tcW w:w="1701" w:type="dxa"/>
          </w:tcPr>
          <w:p w14:paraId="0240725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D6F57C8" w14:textId="224E15DF" w:rsidR="0085747A" w:rsidRPr="0002388A" w:rsidRDefault="00615D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5DAB">
              <w:rPr>
                <w:rFonts w:ascii="Corbel" w:hAnsi="Corbel"/>
                <w:b w:val="0"/>
                <w:smallCaps w:val="0"/>
                <w:szCs w:val="24"/>
              </w:rPr>
              <w:t xml:space="preserve">Wymieni i scharakteryzuje podstawowe koncepcje rozwoju 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 xml:space="preserve">i wychowania </w:t>
            </w:r>
            <w:r w:rsidRPr="00615DAB">
              <w:rPr>
                <w:rFonts w:ascii="Corbel" w:hAnsi="Corbel"/>
                <w:b w:val="0"/>
                <w:smallCaps w:val="0"/>
                <w:szCs w:val="24"/>
              </w:rPr>
              <w:t>w odniesieniu do dzieci z niep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>rawidłow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77B09">
              <w:rPr>
                <w:rFonts w:ascii="Corbel" w:hAnsi="Corbel"/>
                <w:b w:val="0"/>
                <w:smallCaps w:val="0"/>
                <w:szCs w:val="24"/>
              </w:rPr>
              <w:t>ściami rozwojowymi</w:t>
            </w:r>
          </w:p>
        </w:tc>
        <w:tc>
          <w:tcPr>
            <w:tcW w:w="1873" w:type="dxa"/>
          </w:tcPr>
          <w:p w14:paraId="3CC6402D" w14:textId="77777777" w:rsidR="00F151D3" w:rsidRDefault="00F151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3878E3E" w14:textId="55FF5BCD" w:rsidR="0085747A" w:rsidRPr="009C54AE" w:rsidRDefault="00F5732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7329"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35629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F57329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9C54AE" w14:paraId="1E17BF21" w14:textId="77777777" w:rsidTr="005E6E85">
        <w:tc>
          <w:tcPr>
            <w:tcW w:w="1701" w:type="dxa"/>
          </w:tcPr>
          <w:p w14:paraId="356962FA" w14:textId="05B27CB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B1E3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706E62A" w14:textId="28A9CACE" w:rsidR="0085747A" w:rsidRPr="009C54AE" w:rsidRDefault="00EC24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diagnozy system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wychowawcz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stosowan</w:t>
            </w:r>
            <w:r w:rsidR="002A27E7">
              <w:rPr>
                <w:rFonts w:ascii="Corbel" w:hAnsi="Corbel"/>
                <w:b w:val="0"/>
                <w:smallCaps w:val="0"/>
                <w:szCs w:val="24"/>
              </w:rPr>
              <w:t>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wobec dziecka</w:t>
            </w:r>
          </w:p>
        </w:tc>
        <w:tc>
          <w:tcPr>
            <w:tcW w:w="1873" w:type="dxa"/>
          </w:tcPr>
          <w:p w14:paraId="4EB8AED3" w14:textId="392E08DF" w:rsidR="0085747A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393321" w:rsidRPr="009C54AE" w14:paraId="058DED8F" w14:textId="77777777" w:rsidTr="005E6E85">
        <w:tc>
          <w:tcPr>
            <w:tcW w:w="1701" w:type="dxa"/>
          </w:tcPr>
          <w:p w14:paraId="435C4A82" w14:textId="5A84F256" w:rsidR="00393321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6A32455" w14:textId="14D60A58" w:rsidR="00393321" w:rsidRPr="009C54AE" w:rsidRDefault="00A22F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Oceni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kontekst 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>kultur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owy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 i media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lny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 xml:space="preserve"> w aspekcie odział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A22F87">
              <w:rPr>
                <w:rFonts w:ascii="Corbel" w:hAnsi="Corbel"/>
                <w:b w:val="0"/>
                <w:smallCaps w:val="0"/>
                <w:szCs w:val="24"/>
              </w:rPr>
              <w:t>wań wychowawczych</w:t>
            </w:r>
          </w:p>
        </w:tc>
        <w:tc>
          <w:tcPr>
            <w:tcW w:w="1873" w:type="dxa"/>
          </w:tcPr>
          <w:p w14:paraId="7BB5B92D" w14:textId="22F15CB3" w:rsidR="00393321" w:rsidRPr="009C54AE" w:rsidRDefault="0035629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5629A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100C0CB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51678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2FDA11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719397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5E2BD8" w14:textId="77777777" w:rsidTr="008114E5">
        <w:tc>
          <w:tcPr>
            <w:tcW w:w="9520" w:type="dxa"/>
          </w:tcPr>
          <w:p w14:paraId="7DBF0CE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20FDD4F6" w14:textId="77777777" w:rsidTr="008114E5">
        <w:tc>
          <w:tcPr>
            <w:tcW w:w="9520" w:type="dxa"/>
          </w:tcPr>
          <w:p w14:paraId="28C4CD1F" w14:textId="4C622DCC" w:rsidR="0085747A" w:rsidRPr="00131936" w:rsidRDefault="003846BF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936">
              <w:rPr>
                <w:rFonts w:ascii="Corbel" w:hAnsi="Corbel"/>
                <w:sz w:val="24"/>
                <w:szCs w:val="24"/>
              </w:rPr>
              <w:t>Postawy rodzicielskie, style wychowawcze, mechanizmy i techniki wychowawcze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 xml:space="preserve"> – charakt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>e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>rystyka ogólna.</w:t>
            </w:r>
          </w:p>
        </w:tc>
      </w:tr>
      <w:tr w:rsidR="0085747A" w:rsidRPr="009C54AE" w14:paraId="53CD8C91" w14:textId="77777777" w:rsidTr="008114E5">
        <w:tc>
          <w:tcPr>
            <w:tcW w:w="9520" w:type="dxa"/>
          </w:tcPr>
          <w:p w14:paraId="44DFABC5" w14:textId="2561D88D" w:rsidR="0085747A" w:rsidRPr="003846BF" w:rsidRDefault="00C81E88" w:rsidP="003846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846BF">
              <w:rPr>
                <w:rFonts w:ascii="Corbel" w:hAnsi="Corbel"/>
                <w:sz w:val="24"/>
                <w:szCs w:val="24"/>
              </w:rPr>
              <w:t xml:space="preserve">Teorie </w:t>
            </w:r>
            <w:proofErr w:type="spellStart"/>
            <w:r w:rsidRPr="003846BF">
              <w:rPr>
                <w:rFonts w:ascii="Corbel" w:hAnsi="Corbel"/>
                <w:sz w:val="24"/>
                <w:szCs w:val="24"/>
              </w:rPr>
              <w:t>psych</w:t>
            </w:r>
            <w:r w:rsidR="00C339D3" w:rsidRPr="003846BF">
              <w:rPr>
                <w:rFonts w:ascii="Corbel" w:hAnsi="Corbel"/>
                <w:sz w:val="24"/>
                <w:szCs w:val="24"/>
              </w:rPr>
              <w:t>odynamiczne</w:t>
            </w:r>
            <w:proofErr w:type="spellEnd"/>
            <w:r w:rsidRPr="003846BF">
              <w:rPr>
                <w:rFonts w:ascii="Corbel" w:hAnsi="Corbel"/>
                <w:sz w:val="24"/>
                <w:szCs w:val="24"/>
              </w:rPr>
              <w:t>.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 xml:space="preserve"> </w:t>
            </w:r>
            <w:r w:rsidR="003846BF" w:rsidRPr="003846BF">
              <w:rPr>
                <w:rFonts w:ascii="Corbel" w:hAnsi="Corbel"/>
                <w:sz w:val="24"/>
                <w:szCs w:val="24"/>
              </w:rPr>
              <w:t xml:space="preserve">Znaczenie relacji z najbliższymi opiekunami. </w:t>
            </w:r>
            <w:r w:rsidR="00131936">
              <w:rPr>
                <w:rFonts w:ascii="Corbel" w:hAnsi="Corbel"/>
                <w:sz w:val="24"/>
                <w:szCs w:val="24"/>
              </w:rPr>
              <w:t xml:space="preserve">Identyfikacja. 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>Wzor</w:t>
            </w:r>
            <w:r w:rsidR="003846BF">
              <w:rPr>
                <w:rFonts w:ascii="Corbel" w:hAnsi="Corbel"/>
                <w:sz w:val="24"/>
                <w:szCs w:val="24"/>
              </w:rPr>
              <w:t>ce</w:t>
            </w:r>
            <w:r w:rsidR="00927071" w:rsidRPr="003846BF">
              <w:rPr>
                <w:rFonts w:ascii="Corbel" w:hAnsi="Corbel"/>
                <w:sz w:val="24"/>
                <w:szCs w:val="24"/>
              </w:rPr>
              <w:t xml:space="preserve"> przywiązania.</w:t>
            </w:r>
          </w:p>
        </w:tc>
      </w:tr>
      <w:tr w:rsidR="00131936" w:rsidRPr="009C54AE" w14:paraId="3CA3780B" w14:textId="77777777" w:rsidTr="008114E5">
        <w:tc>
          <w:tcPr>
            <w:tcW w:w="9520" w:type="dxa"/>
          </w:tcPr>
          <w:p w14:paraId="3AA73B87" w14:textId="22F28023" w:rsidR="00131936" w:rsidRPr="003846BF" w:rsidRDefault="00131936" w:rsidP="003846B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Ujęcie behawioralne – dziecko w systemie wzmocnień.</w:t>
            </w:r>
          </w:p>
        </w:tc>
      </w:tr>
      <w:tr w:rsidR="00C81E88" w:rsidRPr="009C54AE" w14:paraId="40AD22D4" w14:textId="77777777" w:rsidTr="008114E5">
        <w:tc>
          <w:tcPr>
            <w:tcW w:w="9520" w:type="dxa"/>
          </w:tcPr>
          <w:p w14:paraId="0D24325F" w14:textId="2869BBFC" w:rsidR="00C81E88" w:rsidRPr="00131936" w:rsidRDefault="00C81E88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1936">
              <w:rPr>
                <w:rFonts w:ascii="Corbel" w:hAnsi="Corbel"/>
                <w:sz w:val="24"/>
                <w:szCs w:val="24"/>
              </w:rPr>
              <w:t>Teori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>e</w:t>
            </w:r>
            <w:r w:rsidRPr="00131936">
              <w:rPr>
                <w:rFonts w:ascii="Corbel" w:hAnsi="Corbel"/>
                <w:sz w:val="24"/>
                <w:szCs w:val="24"/>
              </w:rPr>
              <w:t xml:space="preserve"> poznawczo-rozwojow</w:t>
            </w:r>
            <w:r w:rsidR="00131936" w:rsidRPr="00131936">
              <w:rPr>
                <w:rFonts w:ascii="Corbel" w:hAnsi="Corbel"/>
                <w:sz w:val="24"/>
                <w:szCs w:val="24"/>
              </w:rPr>
              <w:t xml:space="preserve">e. S. </w:t>
            </w:r>
            <w:proofErr w:type="spellStart"/>
            <w:r w:rsidR="00131936" w:rsidRPr="00131936">
              <w:rPr>
                <w:rFonts w:ascii="Corbel" w:hAnsi="Corbel"/>
                <w:sz w:val="24"/>
                <w:szCs w:val="24"/>
              </w:rPr>
              <w:t>Tomkinsa</w:t>
            </w:r>
            <w:proofErr w:type="spellEnd"/>
            <w:r w:rsidR="00131936" w:rsidRPr="00131936">
              <w:rPr>
                <w:rFonts w:ascii="Corbel" w:hAnsi="Corbel"/>
                <w:sz w:val="24"/>
                <w:szCs w:val="24"/>
              </w:rPr>
              <w:t xml:space="preserve"> koncepcja skryptu.</w:t>
            </w:r>
          </w:p>
        </w:tc>
      </w:tr>
      <w:tr w:rsidR="008114E5" w:rsidRPr="009C54AE" w14:paraId="5659A096" w14:textId="77777777" w:rsidTr="008114E5">
        <w:tc>
          <w:tcPr>
            <w:tcW w:w="9520" w:type="dxa"/>
          </w:tcPr>
          <w:p w14:paraId="3D7F43D2" w14:textId="70AE59AB" w:rsidR="008114E5" w:rsidRPr="008114E5" w:rsidRDefault="008114E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114E5">
              <w:rPr>
                <w:rFonts w:ascii="Corbel" w:hAnsi="Corbel"/>
                <w:sz w:val="24"/>
                <w:szCs w:val="24"/>
              </w:rPr>
              <w:t>Temperament jako czynnik regulujący zachowanie dziecka i jakość relacji z opiekunem.</w:t>
            </w:r>
          </w:p>
        </w:tc>
      </w:tr>
      <w:tr w:rsidR="000D220E" w:rsidRPr="009C54AE" w14:paraId="297CB21F" w14:textId="77777777" w:rsidTr="008114E5">
        <w:tc>
          <w:tcPr>
            <w:tcW w:w="9520" w:type="dxa"/>
          </w:tcPr>
          <w:p w14:paraId="5F06F89E" w14:textId="0D8AF3DB" w:rsidR="000D220E" w:rsidRPr="008114E5" w:rsidRDefault="000D220E" w:rsidP="001319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D220E">
              <w:rPr>
                <w:rFonts w:ascii="Corbel" w:hAnsi="Corbel"/>
                <w:sz w:val="24"/>
                <w:szCs w:val="24"/>
              </w:rPr>
              <w:t>Zróżnicowane trajektorie rozwojowe dzieci i młodzieży z niepełnosprawnościami (obniżoną sprawnością sensoryczną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D220E">
              <w:rPr>
                <w:rFonts w:ascii="Corbel" w:hAnsi="Corbel"/>
                <w:sz w:val="24"/>
                <w:szCs w:val="24"/>
              </w:rPr>
              <w:t>niepełnosprawnością intelektualną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D220E">
              <w:rPr>
                <w:rFonts w:ascii="Corbel" w:hAnsi="Corbel"/>
                <w:sz w:val="24"/>
                <w:szCs w:val="24"/>
              </w:rPr>
              <w:t xml:space="preserve"> obniżoną sprawnością funkcj</w:t>
            </w:r>
            <w:r w:rsidRPr="000D220E">
              <w:rPr>
                <w:rFonts w:ascii="Corbel" w:hAnsi="Corbel"/>
                <w:sz w:val="24"/>
                <w:szCs w:val="24"/>
              </w:rPr>
              <w:t>o</w:t>
            </w:r>
            <w:r w:rsidRPr="000D220E">
              <w:rPr>
                <w:rFonts w:ascii="Corbel" w:hAnsi="Corbel"/>
                <w:sz w:val="24"/>
                <w:szCs w:val="24"/>
              </w:rPr>
              <w:t>nowania społecznego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0D220E">
              <w:rPr>
                <w:rFonts w:ascii="Corbel" w:hAnsi="Corbel"/>
                <w:sz w:val="24"/>
                <w:szCs w:val="24"/>
              </w:rPr>
              <w:t xml:space="preserve"> obniżoną sprawnością komunikowania się</w:t>
            </w:r>
            <w:r w:rsidR="00131936">
              <w:rPr>
                <w:rFonts w:ascii="Corbel" w:hAnsi="Corbel"/>
                <w:sz w:val="24"/>
                <w:szCs w:val="24"/>
              </w:rPr>
              <w:t xml:space="preserve"> oraz </w:t>
            </w:r>
            <w:r w:rsidRPr="000D220E">
              <w:rPr>
                <w:rFonts w:ascii="Corbel" w:hAnsi="Corbel"/>
                <w:sz w:val="24"/>
                <w:szCs w:val="24"/>
              </w:rPr>
              <w:t>obniżoną sprawnością psychofizyczną powodowaną występowaniem chorób somatycznych</w:t>
            </w:r>
            <w:r w:rsidR="00131936">
              <w:rPr>
                <w:rFonts w:ascii="Corbel" w:hAnsi="Corbel"/>
                <w:sz w:val="24"/>
                <w:szCs w:val="24"/>
              </w:rPr>
              <w:t>)</w:t>
            </w:r>
            <w:r w:rsidRPr="000D22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0129F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B35A5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19DC09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DD2C6B3" w14:textId="77777777" w:rsidTr="00C339D3">
        <w:tc>
          <w:tcPr>
            <w:tcW w:w="9520" w:type="dxa"/>
          </w:tcPr>
          <w:p w14:paraId="3BF2D49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EC4F1A2" w14:textId="77777777" w:rsidTr="00C339D3">
        <w:tc>
          <w:tcPr>
            <w:tcW w:w="9520" w:type="dxa"/>
          </w:tcPr>
          <w:p w14:paraId="4A1DA80E" w14:textId="6279AADB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 niemowlęcy.</w:t>
            </w:r>
            <w:r w:rsidR="00C339D3">
              <w:t xml:space="preserve"> </w:t>
            </w:r>
            <w:r w:rsidR="00C339D3" w:rsidRPr="00C339D3">
              <w:rPr>
                <w:rFonts w:ascii="Corbel" w:hAnsi="Corbel"/>
                <w:sz w:val="24"/>
                <w:szCs w:val="24"/>
              </w:rPr>
              <w:t>Rola wczesnych kontaktów</w:t>
            </w:r>
            <w:r w:rsidR="00C339D3">
              <w:rPr>
                <w:rFonts w:ascii="Corbel" w:hAnsi="Corbel"/>
                <w:sz w:val="24"/>
                <w:szCs w:val="24"/>
              </w:rPr>
              <w:t xml:space="preserve"> dziecko-opiekun.</w:t>
            </w:r>
            <w:r w:rsidR="008114E5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8114E5">
              <w:rPr>
                <w:rFonts w:ascii="Corbel" w:hAnsi="Corbel"/>
                <w:sz w:val="24"/>
                <w:szCs w:val="24"/>
              </w:rPr>
              <w:t>Prazaufanie</w:t>
            </w:r>
            <w:proofErr w:type="spellEnd"/>
            <w:r w:rsidR="008114E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29763FAA" w14:textId="77777777" w:rsidTr="00C339D3">
        <w:tc>
          <w:tcPr>
            <w:tcW w:w="9520" w:type="dxa"/>
          </w:tcPr>
          <w:p w14:paraId="1476B7CF" w14:textId="40EB670E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Wiek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poniemowlęcy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  <w:r w:rsidR="00C339D3">
              <w:rPr>
                <w:rFonts w:ascii="Corbel" w:hAnsi="Corbel"/>
                <w:sz w:val="24"/>
                <w:szCs w:val="24"/>
              </w:rPr>
              <w:t xml:space="preserve"> Rozwój autonomii. </w:t>
            </w:r>
          </w:p>
        </w:tc>
      </w:tr>
      <w:tr w:rsidR="00C339D3" w:rsidRPr="009C54AE" w14:paraId="5ADFBCD7" w14:textId="77777777" w:rsidTr="00C339D3">
        <w:tc>
          <w:tcPr>
            <w:tcW w:w="9520" w:type="dxa"/>
          </w:tcPr>
          <w:p w14:paraId="42FC0F32" w14:textId="3C1DD1E2" w:rsidR="00C339D3" w:rsidRDefault="00C339D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Wiek przedszkolny. </w:t>
            </w:r>
            <w:r w:rsidR="00FB6CC0">
              <w:rPr>
                <w:rFonts w:ascii="Corbel" w:hAnsi="Corbel"/>
                <w:sz w:val="24"/>
                <w:szCs w:val="24"/>
              </w:rPr>
              <w:t xml:space="preserve">Uspołecznienie działań. Zabawy i gry. Inicjatywa. </w:t>
            </w:r>
          </w:p>
        </w:tc>
      </w:tr>
      <w:tr w:rsidR="0085747A" w:rsidRPr="009C54AE" w14:paraId="02DF0737" w14:textId="77777777" w:rsidTr="00C339D3">
        <w:tc>
          <w:tcPr>
            <w:tcW w:w="9520" w:type="dxa"/>
          </w:tcPr>
          <w:p w14:paraId="387530D4" w14:textId="0B9775BA" w:rsidR="0085747A" w:rsidRPr="009C54AE" w:rsidRDefault="0092707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Wiek szkolny.</w:t>
            </w:r>
            <w:r w:rsidR="00FB6CC0">
              <w:rPr>
                <w:rFonts w:ascii="Corbel" w:hAnsi="Corbel"/>
                <w:sz w:val="24"/>
                <w:szCs w:val="24"/>
              </w:rPr>
              <w:t xml:space="preserve"> Relacje z rówieśnikami. Samoocena. Potrzeba i poczucie kompetencji.</w:t>
            </w:r>
          </w:p>
        </w:tc>
      </w:tr>
    </w:tbl>
    <w:p w14:paraId="4124866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145B4F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7A63526" w14:textId="6D0BB2DE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5D2246C6" w14:textId="77777777" w:rsidR="003E7445" w:rsidRPr="003E7445" w:rsidRDefault="00153C41" w:rsidP="003E7445">
      <w:pPr>
        <w:pStyle w:val="Punktygwne"/>
        <w:spacing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="003E7445" w:rsidRPr="003E7445"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multimedialną.</w:t>
      </w:r>
    </w:p>
    <w:p w14:paraId="76F55AA5" w14:textId="0701F978" w:rsidR="0085747A" w:rsidRPr="00153C41" w:rsidRDefault="003E7445" w:rsidP="003E744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3E7445">
        <w:rPr>
          <w:rFonts w:ascii="Corbel" w:hAnsi="Corbel"/>
          <w:b w:val="0"/>
          <w:i/>
          <w:smallCaps w:val="0"/>
          <w:sz w:val="20"/>
          <w:szCs w:val="20"/>
        </w:rPr>
        <w:t>Ćwiczenia: analiza i interpretacja tekstów źródłowych, praca w grupach, analiza przypadków, dyskusja.</w:t>
      </w:r>
    </w:p>
    <w:p w14:paraId="3DA350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80AA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AAC892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816354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076AD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299B55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448C3E3C" w14:textId="77777777" w:rsidTr="00C05F44">
        <w:tc>
          <w:tcPr>
            <w:tcW w:w="1985" w:type="dxa"/>
            <w:vAlign w:val="center"/>
          </w:tcPr>
          <w:p w14:paraId="5DCE5CD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0CB76B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8967BE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01C784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4F3F257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10B193E" w14:textId="77777777" w:rsidTr="00C05F44">
        <w:tc>
          <w:tcPr>
            <w:tcW w:w="1985" w:type="dxa"/>
          </w:tcPr>
          <w:p w14:paraId="533C6A00" w14:textId="77777777" w:rsidR="0085747A" w:rsidRPr="003E744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E744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E744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FBB528C" w14:textId="7CEC0DA4" w:rsidR="0085747A" w:rsidRPr="00126CDD" w:rsidRDefault="00DB5BFD" w:rsidP="00126C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605AA8D0" w14:textId="352641E3" w:rsidR="0085747A" w:rsidRPr="00126CDD" w:rsidRDefault="00CA1988" w:rsidP="00126CD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85747A" w:rsidRPr="009C54AE" w14:paraId="1C667D09" w14:textId="77777777" w:rsidTr="00C05F44">
        <w:tc>
          <w:tcPr>
            <w:tcW w:w="1985" w:type="dxa"/>
          </w:tcPr>
          <w:p w14:paraId="71D425A7" w14:textId="6CE36571" w:rsidR="0085747A" w:rsidRPr="003E7445" w:rsidRDefault="003E74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E744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="0085747A" w:rsidRPr="003E7445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528" w:type="dxa"/>
          </w:tcPr>
          <w:p w14:paraId="72B57878" w14:textId="4E40824B" w:rsidR="0085747A" w:rsidRPr="00126CDD" w:rsidRDefault="00DB5BFD" w:rsidP="00126C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36DB76BA" w14:textId="17BA7FE1" w:rsidR="0085747A" w:rsidRPr="00126CDD" w:rsidRDefault="00CA1988" w:rsidP="00126CD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E7445" w:rsidRPr="009C54AE" w14:paraId="7822AAA3" w14:textId="77777777" w:rsidTr="00C05F44">
        <w:tc>
          <w:tcPr>
            <w:tcW w:w="1985" w:type="dxa"/>
          </w:tcPr>
          <w:p w14:paraId="08B130C1" w14:textId="607F65FF" w:rsidR="003E7445" w:rsidRPr="003E7445" w:rsidRDefault="003E744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0A8185C" w14:textId="4F732897" w:rsidR="003E7445" w:rsidRPr="00126CDD" w:rsidRDefault="00C25424" w:rsidP="00126C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1BBB3666" w14:textId="70412E72" w:rsidR="003E7445" w:rsidRPr="00126CDD" w:rsidRDefault="00CA1988" w:rsidP="00126CD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26CDD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217D3B" w:rsidRPr="009C54AE" w14:paraId="4FACC34F" w14:textId="77777777" w:rsidTr="00C05F44">
        <w:tc>
          <w:tcPr>
            <w:tcW w:w="1985" w:type="dxa"/>
          </w:tcPr>
          <w:p w14:paraId="6A875D08" w14:textId="34789444" w:rsidR="00217D3B" w:rsidRDefault="00217D3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608F7B0" w14:textId="6917785E" w:rsidR="00217D3B" w:rsidRPr="00126CDD" w:rsidRDefault="00C25424" w:rsidP="00126CD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CDD">
              <w:rPr>
                <w:rFonts w:ascii="Corbel" w:hAnsi="Corbel"/>
                <w:sz w:val="24"/>
                <w:szCs w:val="24"/>
              </w:rPr>
              <w:t>praca pisemna, obserwacja</w:t>
            </w:r>
          </w:p>
        </w:tc>
        <w:tc>
          <w:tcPr>
            <w:tcW w:w="2126" w:type="dxa"/>
          </w:tcPr>
          <w:p w14:paraId="0112F77A" w14:textId="7C42ACF5" w:rsidR="00217D3B" w:rsidRPr="00126CDD" w:rsidRDefault="00CA1988" w:rsidP="00126CD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26CDD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22D7965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AF59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914F14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70BFAD4" w14:textId="77777777" w:rsidTr="00923D7D">
        <w:tc>
          <w:tcPr>
            <w:tcW w:w="9670" w:type="dxa"/>
          </w:tcPr>
          <w:p w14:paraId="3EEEE422" w14:textId="77777777" w:rsidR="00E32E4D" w:rsidRPr="000E6334" w:rsidRDefault="00E32E4D" w:rsidP="003A5D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E6334">
              <w:rPr>
                <w:rFonts w:ascii="Corbel" w:hAnsi="Corbel"/>
                <w:b w:val="0"/>
                <w:smallCaps w:val="0"/>
                <w:szCs w:val="24"/>
              </w:rPr>
              <w:t>stowych).</w:t>
            </w:r>
          </w:p>
          <w:p w14:paraId="65E1EB47" w14:textId="12F66310" w:rsidR="0085747A" w:rsidRPr="009C54AE" w:rsidRDefault="00E32E4D" w:rsidP="003A5D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E6334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</w:tc>
      </w:tr>
    </w:tbl>
    <w:p w14:paraId="11A270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BF140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06F5C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913BDC7" w14:textId="77777777" w:rsidTr="003E1941">
        <w:tc>
          <w:tcPr>
            <w:tcW w:w="4962" w:type="dxa"/>
            <w:vAlign w:val="center"/>
          </w:tcPr>
          <w:p w14:paraId="4B3BA6A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A75824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3BFE1264" w14:textId="77777777" w:rsidTr="00923D7D">
        <w:tc>
          <w:tcPr>
            <w:tcW w:w="4962" w:type="dxa"/>
          </w:tcPr>
          <w:p w14:paraId="256448EC" w14:textId="77777777" w:rsidR="0085747A" w:rsidRPr="003E7445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G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E744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E7445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3E7445">
              <w:rPr>
                <w:rFonts w:ascii="Corbel" w:hAnsi="Corbel"/>
                <w:sz w:val="24"/>
                <w:szCs w:val="24"/>
              </w:rPr>
              <w:t> 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3E744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E7445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34E401B" w14:textId="6E71C45E" w:rsidR="0085747A" w:rsidRPr="009C54AE" w:rsidRDefault="007805CD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4C3E9F64" w14:textId="77777777" w:rsidTr="00923D7D">
        <w:tc>
          <w:tcPr>
            <w:tcW w:w="4962" w:type="dxa"/>
          </w:tcPr>
          <w:p w14:paraId="1D146437" w14:textId="77777777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E744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2555C4F" w14:textId="77777777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FC323BC" w14:textId="333B25BE" w:rsidR="00C61DC5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417CFC8" w14:textId="77777777" w:rsidTr="00923D7D">
        <w:tc>
          <w:tcPr>
            <w:tcW w:w="4962" w:type="dxa"/>
          </w:tcPr>
          <w:p w14:paraId="19758CBB" w14:textId="77777777" w:rsidR="0071620A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E744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E7445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3E7445">
              <w:rPr>
                <w:rFonts w:ascii="Corbel" w:hAnsi="Corbel"/>
                <w:sz w:val="24"/>
                <w:szCs w:val="24"/>
              </w:rPr>
              <w:t>n</w:t>
            </w:r>
            <w:r w:rsidRPr="003E7445">
              <w:rPr>
                <w:rFonts w:ascii="Corbel" w:hAnsi="Corbel"/>
                <w:sz w:val="24"/>
                <w:szCs w:val="24"/>
              </w:rPr>
              <w:t>ta</w:t>
            </w:r>
          </w:p>
          <w:p w14:paraId="4DA4ADC3" w14:textId="6757DD2B" w:rsidR="00C61DC5" w:rsidRPr="003E744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7445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263C19">
              <w:rPr>
                <w:rFonts w:ascii="Corbel" w:hAnsi="Corbel"/>
                <w:sz w:val="24"/>
                <w:szCs w:val="24"/>
              </w:rPr>
              <w:t>przygot</w:t>
            </w:r>
            <w:r w:rsidR="00263C19">
              <w:rPr>
                <w:rFonts w:ascii="Corbel" w:hAnsi="Corbel"/>
                <w:sz w:val="24"/>
                <w:szCs w:val="24"/>
              </w:rPr>
              <w:t>o</w:t>
            </w:r>
            <w:r w:rsidR="00263C19">
              <w:rPr>
                <w:rFonts w:ascii="Corbel" w:hAnsi="Corbel"/>
                <w:sz w:val="24"/>
                <w:szCs w:val="24"/>
              </w:rPr>
              <w:t>wanie</w:t>
            </w:r>
            <w:r w:rsidRPr="003E7445">
              <w:rPr>
                <w:rFonts w:ascii="Corbel" w:hAnsi="Corbel"/>
                <w:sz w:val="24"/>
                <w:szCs w:val="24"/>
              </w:rPr>
              <w:t xml:space="preserve"> </w:t>
            </w:r>
            <w:r w:rsidR="00263C19">
              <w:rPr>
                <w:rFonts w:ascii="Corbel" w:hAnsi="Corbel"/>
                <w:sz w:val="24"/>
                <w:szCs w:val="24"/>
              </w:rPr>
              <w:t>pracy pisemnej</w:t>
            </w:r>
            <w:r w:rsidRPr="003E744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1E974F4" w14:textId="77777777" w:rsidR="003546CD" w:rsidRDefault="003546CD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438669E" w14:textId="77777777" w:rsidR="003546CD" w:rsidRDefault="003546CD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1AAE4C9" w14:textId="0DBBA8D7" w:rsidR="00C61DC5" w:rsidRPr="009C54AE" w:rsidRDefault="007805CD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3CA453CE" w14:textId="77777777" w:rsidTr="00923D7D">
        <w:tc>
          <w:tcPr>
            <w:tcW w:w="4962" w:type="dxa"/>
          </w:tcPr>
          <w:p w14:paraId="308B008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FA0F358" w14:textId="23DD90A0" w:rsidR="0085747A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370E0FC1" w14:textId="77777777" w:rsidTr="00923D7D">
        <w:tc>
          <w:tcPr>
            <w:tcW w:w="4962" w:type="dxa"/>
          </w:tcPr>
          <w:p w14:paraId="072FE1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2F25E07" w14:textId="1278D842" w:rsidR="0085747A" w:rsidRPr="009C54AE" w:rsidRDefault="003E7445" w:rsidP="00825B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17F377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787F3CE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5022A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14DB4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43F0D" w:rsidRPr="009C54AE" w14:paraId="4BF72530" w14:textId="77777777" w:rsidTr="0071620A">
        <w:trPr>
          <w:trHeight w:val="397"/>
        </w:trPr>
        <w:tc>
          <w:tcPr>
            <w:tcW w:w="3544" w:type="dxa"/>
          </w:tcPr>
          <w:p w14:paraId="2D0E0665" w14:textId="77777777" w:rsidR="00643F0D" w:rsidRPr="009C54AE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0E180EA9" w14:textId="7C12D556" w:rsidR="00643F0D" w:rsidRPr="00643F0D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643F0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  <w:tr w:rsidR="00643F0D" w:rsidRPr="009C54AE" w14:paraId="0E72CA77" w14:textId="77777777" w:rsidTr="0071620A">
        <w:trPr>
          <w:trHeight w:val="397"/>
        </w:trPr>
        <w:tc>
          <w:tcPr>
            <w:tcW w:w="3544" w:type="dxa"/>
          </w:tcPr>
          <w:p w14:paraId="635A7A54" w14:textId="77777777" w:rsidR="00643F0D" w:rsidRPr="009C54AE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2113C4D4" w14:textId="798F2E1D" w:rsidR="00643F0D" w:rsidRPr="00643F0D" w:rsidRDefault="00643F0D" w:rsidP="00643F0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43F0D">
              <w:rPr>
                <w:rFonts w:ascii="Corbel" w:hAnsi="Corbel"/>
                <w:b w:val="0"/>
                <w:bCs/>
                <w:smallCaps w:val="0"/>
              </w:rPr>
              <w:t>Nie dotyczy</w:t>
            </w:r>
          </w:p>
        </w:tc>
      </w:tr>
    </w:tbl>
    <w:p w14:paraId="64CDFBB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3E76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0445B2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F9EB84E" w14:textId="77777777" w:rsidTr="0071620A">
        <w:trPr>
          <w:trHeight w:val="397"/>
        </w:trPr>
        <w:tc>
          <w:tcPr>
            <w:tcW w:w="7513" w:type="dxa"/>
          </w:tcPr>
          <w:p w14:paraId="3BE63150" w14:textId="2F8FBF15" w:rsidR="00893FC9" w:rsidRPr="003A5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96A572B" w14:textId="72578CB6" w:rsidR="00D27893" w:rsidRPr="009C54AE" w:rsidRDefault="00FB7367" w:rsidP="0002388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</w:t>
            </w:r>
            <w:proofErr w:type="spellEnd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R. H.(2019). Psychologia dziecka. Warszawa: PWN.</w:t>
            </w:r>
          </w:p>
        </w:tc>
      </w:tr>
      <w:tr w:rsidR="0085747A" w:rsidRPr="009C54AE" w14:paraId="1057D0E1" w14:textId="77777777" w:rsidTr="0071620A">
        <w:trPr>
          <w:trHeight w:val="397"/>
        </w:trPr>
        <w:tc>
          <w:tcPr>
            <w:tcW w:w="7513" w:type="dxa"/>
          </w:tcPr>
          <w:p w14:paraId="2B7B2B3F" w14:textId="38A25B5A" w:rsidR="00893FC9" w:rsidRPr="003A5D5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182AAC" w14:textId="23BE0B8B" w:rsidR="00E04CFB" w:rsidRDefault="00B9123E" w:rsidP="0002388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3546C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Baker, S., Bates A. L., </w:t>
            </w:r>
            <w:proofErr w:type="spellStart"/>
            <w:r w:rsidRPr="003546C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>Ilg</w:t>
            </w:r>
            <w:proofErr w:type="spellEnd"/>
            <w:r w:rsidRPr="003546C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US"/>
              </w:rPr>
              <w:t xml:space="preserve"> F.L. (2018). </w:t>
            </w:r>
            <w:r w:rsidRPr="00B771B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Rozwój psychiczny dziecka od 0 do 10 lat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Sopot: GWP.</w:t>
            </w:r>
          </w:p>
          <w:p w14:paraId="0E2F358C" w14:textId="4CCD9CDA" w:rsidR="00E04CFB" w:rsidRDefault="00FB7367" w:rsidP="0002388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Brzezińska, A., Ziółkowska, B., </w:t>
            </w:r>
            <w:proofErr w:type="spellStart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Appelt</w:t>
            </w:r>
            <w:proofErr w:type="spellEnd"/>
            <w:r w:rsidRPr="00FB736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K. (2015). Psychologia rozwoju człowieka. Sopot: GWP.</w:t>
            </w:r>
          </w:p>
          <w:p w14:paraId="7F753B3D" w14:textId="07072A5F" w:rsidR="00E04CFB" w:rsidRDefault="00B9123E" w:rsidP="0002388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</w:t>
            </w:r>
            <w:proofErr w:type="spellEnd"/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R. H.(20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10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)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Psychologia rozwojowa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. </w:t>
            </w:r>
            <w:r w:rsidRPr="0062398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Podstawowe pojęcia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 Kraków: Wydawnictwo UJ.</w:t>
            </w:r>
          </w:p>
          <w:p w14:paraId="5CFECC39" w14:textId="38F12374" w:rsidR="00E04CFB" w:rsidRPr="00E04CFB" w:rsidRDefault="00E04CFB" w:rsidP="0002388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Kościelska, M. (2017). Wspomaganie rozwoju osób z niepełnosprawn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ścią intelektualną. W: J. </w:t>
            </w:r>
            <w:proofErr w:type="spellStart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Trempała</w:t>
            </w:r>
            <w:proofErr w:type="spellEnd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(red.). Psychologia rozwoju człowieka (s. 433-445). Warszawa: PWN.</w:t>
            </w:r>
          </w:p>
          <w:p w14:paraId="17115E35" w14:textId="18288B52" w:rsidR="00B771B4" w:rsidRPr="00893FC9" w:rsidRDefault="00E04CFB" w:rsidP="0002388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Pisula, E. (2017). Wspomaganie osób z zaburzeniami należącymi do a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u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tystycznego spektrum w perspektywie psychopatologii rozwojowej. W: J. </w:t>
            </w:r>
            <w:proofErr w:type="spellStart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Trempała</w:t>
            </w:r>
            <w:proofErr w:type="spellEnd"/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(red.). Psychologia rozwoju człowieka (s. 446-454). Wa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</w:t>
            </w:r>
            <w:r w:rsidRPr="00E04CF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szawa: PWN.</w:t>
            </w:r>
          </w:p>
        </w:tc>
      </w:tr>
    </w:tbl>
    <w:p w14:paraId="13F4EF0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1B3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D8F9E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7D1B09" w14:textId="77777777" w:rsidR="008E3C70" w:rsidRDefault="008E3C70" w:rsidP="00C16ABF">
      <w:pPr>
        <w:spacing w:after="0" w:line="240" w:lineRule="auto"/>
      </w:pPr>
      <w:r>
        <w:separator/>
      </w:r>
    </w:p>
  </w:endnote>
  <w:endnote w:type="continuationSeparator" w:id="0">
    <w:p w14:paraId="33AA83BD" w14:textId="77777777" w:rsidR="008E3C70" w:rsidRDefault="008E3C7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419F55" w14:textId="77777777" w:rsidR="008E3C70" w:rsidRDefault="008E3C70" w:rsidP="00C16ABF">
      <w:pPr>
        <w:spacing w:after="0" w:line="240" w:lineRule="auto"/>
      </w:pPr>
      <w:r>
        <w:separator/>
      </w:r>
    </w:p>
  </w:footnote>
  <w:footnote w:type="continuationSeparator" w:id="0">
    <w:p w14:paraId="7E38BBA3" w14:textId="77777777" w:rsidR="008E3C70" w:rsidRDefault="008E3C70" w:rsidP="00C16ABF">
      <w:pPr>
        <w:spacing w:after="0" w:line="240" w:lineRule="auto"/>
      </w:pPr>
      <w:r>
        <w:continuationSeparator/>
      </w:r>
    </w:p>
  </w:footnote>
  <w:footnote w:id="1">
    <w:p w14:paraId="17724CC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04A2A"/>
    <w:multiLevelType w:val="hybridMultilevel"/>
    <w:tmpl w:val="E11CA6D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39A4730"/>
    <w:multiLevelType w:val="hybridMultilevel"/>
    <w:tmpl w:val="6E8212D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388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220E"/>
    <w:rsid w:val="000F1C57"/>
    <w:rsid w:val="000F5615"/>
    <w:rsid w:val="00124BFF"/>
    <w:rsid w:val="0012560E"/>
    <w:rsid w:val="00126CDD"/>
    <w:rsid w:val="00127108"/>
    <w:rsid w:val="00131936"/>
    <w:rsid w:val="00132050"/>
    <w:rsid w:val="00134B13"/>
    <w:rsid w:val="00146BC0"/>
    <w:rsid w:val="00153C41"/>
    <w:rsid w:val="00154381"/>
    <w:rsid w:val="001565F6"/>
    <w:rsid w:val="001640A7"/>
    <w:rsid w:val="00164FA7"/>
    <w:rsid w:val="00166A03"/>
    <w:rsid w:val="001718A7"/>
    <w:rsid w:val="001737CF"/>
    <w:rsid w:val="00176083"/>
    <w:rsid w:val="001770C7"/>
    <w:rsid w:val="001841D5"/>
    <w:rsid w:val="001856F0"/>
    <w:rsid w:val="00192F37"/>
    <w:rsid w:val="001A70D2"/>
    <w:rsid w:val="001D657B"/>
    <w:rsid w:val="001D7B54"/>
    <w:rsid w:val="001E0209"/>
    <w:rsid w:val="001F2CA2"/>
    <w:rsid w:val="002144C0"/>
    <w:rsid w:val="00217D3B"/>
    <w:rsid w:val="0022477D"/>
    <w:rsid w:val="002278A9"/>
    <w:rsid w:val="002336F9"/>
    <w:rsid w:val="0024028F"/>
    <w:rsid w:val="00244ABC"/>
    <w:rsid w:val="00254DB8"/>
    <w:rsid w:val="00263C19"/>
    <w:rsid w:val="00281FF2"/>
    <w:rsid w:val="002857DE"/>
    <w:rsid w:val="00291567"/>
    <w:rsid w:val="002A22BF"/>
    <w:rsid w:val="002A2389"/>
    <w:rsid w:val="002A27E7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6CD"/>
    <w:rsid w:val="0035629A"/>
    <w:rsid w:val="00363F78"/>
    <w:rsid w:val="003846BF"/>
    <w:rsid w:val="00393321"/>
    <w:rsid w:val="003A0A5B"/>
    <w:rsid w:val="003A1176"/>
    <w:rsid w:val="003A5D5D"/>
    <w:rsid w:val="003C0BAE"/>
    <w:rsid w:val="003D18A9"/>
    <w:rsid w:val="003D6CE2"/>
    <w:rsid w:val="003E0D04"/>
    <w:rsid w:val="003E1941"/>
    <w:rsid w:val="003E2FE6"/>
    <w:rsid w:val="003E49D5"/>
    <w:rsid w:val="003E7445"/>
    <w:rsid w:val="003F097E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12B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D173B"/>
    <w:rsid w:val="005E6E85"/>
    <w:rsid w:val="005F31D2"/>
    <w:rsid w:val="0061029B"/>
    <w:rsid w:val="00615DAB"/>
    <w:rsid w:val="00617230"/>
    <w:rsid w:val="00621CE1"/>
    <w:rsid w:val="00623987"/>
    <w:rsid w:val="00627FC9"/>
    <w:rsid w:val="00643F0D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BE4"/>
    <w:rsid w:val="0070393B"/>
    <w:rsid w:val="00705B0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18B"/>
    <w:rsid w:val="00766FD4"/>
    <w:rsid w:val="007805CD"/>
    <w:rsid w:val="0078168C"/>
    <w:rsid w:val="00787C2A"/>
    <w:rsid w:val="00790E27"/>
    <w:rsid w:val="00796C78"/>
    <w:rsid w:val="007A3053"/>
    <w:rsid w:val="007A4022"/>
    <w:rsid w:val="007A6E6E"/>
    <w:rsid w:val="007C3299"/>
    <w:rsid w:val="007C3BCC"/>
    <w:rsid w:val="007C4546"/>
    <w:rsid w:val="007D6E56"/>
    <w:rsid w:val="007F1652"/>
    <w:rsid w:val="007F4155"/>
    <w:rsid w:val="008114E5"/>
    <w:rsid w:val="0081554D"/>
    <w:rsid w:val="0081707E"/>
    <w:rsid w:val="00825B73"/>
    <w:rsid w:val="008449B3"/>
    <w:rsid w:val="00847B22"/>
    <w:rsid w:val="0085747A"/>
    <w:rsid w:val="00877B09"/>
    <w:rsid w:val="00884922"/>
    <w:rsid w:val="00885F64"/>
    <w:rsid w:val="008917F9"/>
    <w:rsid w:val="00893FC9"/>
    <w:rsid w:val="008A45F7"/>
    <w:rsid w:val="008C0CC0"/>
    <w:rsid w:val="008C19A9"/>
    <w:rsid w:val="008C379D"/>
    <w:rsid w:val="008C5147"/>
    <w:rsid w:val="008C5359"/>
    <w:rsid w:val="008C5363"/>
    <w:rsid w:val="008C7868"/>
    <w:rsid w:val="008D3DFB"/>
    <w:rsid w:val="008E3C70"/>
    <w:rsid w:val="008E64F4"/>
    <w:rsid w:val="008F12C9"/>
    <w:rsid w:val="008F1B60"/>
    <w:rsid w:val="008F6E29"/>
    <w:rsid w:val="00916188"/>
    <w:rsid w:val="00923D7D"/>
    <w:rsid w:val="00927071"/>
    <w:rsid w:val="00934B01"/>
    <w:rsid w:val="009372EB"/>
    <w:rsid w:val="009508DF"/>
    <w:rsid w:val="00950DAC"/>
    <w:rsid w:val="00954A07"/>
    <w:rsid w:val="00967BE0"/>
    <w:rsid w:val="0099477D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2F87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5A50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1B4"/>
    <w:rsid w:val="00B8056E"/>
    <w:rsid w:val="00B819C8"/>
    <w:rsid w:val="00B82308"/>
    <w:rsid w:val="00B90885"/>
    <w:rsid w:val="00B9123E"/>
    <w:rsid w:val="00BB1E3A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5424"/>
    <w:rsid w:val="00C26CB7"/>
    <w:rsid w:val="00C324C1"/>
    <w:rsid w:val="00C339D3"/>
    <w:rsid w:val="00C36992"/>
    <w:rsid w:val="00C56036"/>
    <w:rsid w:val="00C61DC5"/>
    <w:rsid w:val="00C67E92"/>
    <w:rsid w:val="00C70A26"/>
    <w:rsid w:val="00C766DF"/>
    <w:rsid w:val="00C81E88"/>
    <w:rsid w:val="00C94B98"/>
    <w:rsid w:val="00CA1988"/>
    <w:rsid w:val="00CA2B96"/>
    <w:rsid w:val="00CA5089"/>
    <w:rsid w:val="00CB42CB"/>
    <w:rsid w:val="00CD389A"/>
    <w:rsid w:val="00CD6897"/>
    <w:rsid w:val="00CE5BAC"/>
    <w:rsid w:val="00CF25BE"/>
    <w:rsid w:val="00CF78ED"/>
    <w:rsid w:val="00D02B25"/>
    <w:rsid w:val="00D02EBA"/>
    <w:rsid w:val="00D10178"/>
    <w:rsid w:val="00D17C3C"/>
    <w:rsid w:val="00D26B2C"/>
    <w:rsid w:val="00D27893"/>
    <w:rsid w:val="00D352C9"/>
    <w:rsid w:val="00D425B2"/>
    <w:rsid w:val="00D428D6"/>
    <w:rsid w:val="00D552B2"/>
    <w:rsid w:val="00D608D1"/>
    <w:rsid w:val="00D74119"/>
    <w:rsid w:val="00D8075B"/>
    <w:rsid w:val="00D8678B"/>
    <w:rsid w:val="00D90760"/>
    <w:rsid w:val="00DA2114"/>
    <w:rsid w:val="00DB5934"/>
    <w:rsid w:val="00DB5BFD"/>
    <w:rsid w:val="00DE09C0"/>
    <w:rsid w:val="00DE4A14"/>
    <w:rsid w:val="00DF320D"/>
    <w:rsid w:val="00DF71C8"/>
    <w:rsid w:val="00E04CFB"/>
    <w:rsid w:val="00E129B8"/>
    <w:rsid w:val="00E15B8F"/>
    <w:rsid w:val="00E21E7D"/>
    <w:rsid w:val="00E22FBC"/>
    <w:rsid w:val="00E24BF5"/>
    <w:rsid w:val="00E25338"/>
    <w:rsid w:val="00E32E4D"/>
    <w:rsid w:val="00E51E44"/>
    <w:rsid w:val="00E63348"/>
    <w:rsid w:val="00E77E88"/>
    <w:rsid w:val="00E8107D"/>
    <w:rsid w:val="00E960BB"/>
    <w:rsid w:val="00EA2074"/>
    <w:rsid w:val="00EA4832"/>
    <w:rsid w:val="00EA4E9D"/>
    <w:rsid w:val="00EC24FB"/>
    <w:rsid w:val="00EC4899"/>
    <w:rsid w:val="00ED03AB"/>
    <w:rsid w:val="00ED32D2"/>
    <w:rsid w:val="00EE32DE"/>
    <w:rsid w:val="00EE5457"/>
    <w:rsid w:val="00F070AB"/>
    <w:rsid w:val="00F11760"/>
    <w:rsid w:val="00F151D3"/>
    <w:rsid w:val="00F17567"/>
    <w:rsid w:val="00F27A7B"/>
    <w:rsid w:val="00F515E8"/>
    <w:rsid w:val="00F526AF"/>
    <w:rsid w:val="00F57329"/>
    <w:rsid w:val="00F617C3"/>
    <w:rsid w:val="00F7066B"/>
    <w:rsid w:val="00F83B28"/>
    <w:rsid w:val="00FA46E5"/>
    <w:rsid w:val="00FB6CC0"/>
    <w:rsid w:val="00FB7367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07A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FC041-DF7B-4D39-BA0A-F6F66EF01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849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2019-10-23T17:43:00Z</dcterms:created>
  <dcterms:modified xsi:type="dcterms:W3CDTF">2021-01-21T11:21:00Z</dcterms:modified>
</cp:coreProperties>
</file>